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</w:t>
      </w:r>
      <w:r w:rsidR="008F2736">
        <w:rPr>
          <w:sz w:val="32"/>
          <w:szCs w:val="32"/>
        </w:rPr>
        <w:t xml:space="preserve"> __________________________</w:t>
      </w:r>
      <w:r w:rsidR="008F2736">
        <w:rPr>
          <w:sz w:val="32"/>
          <w:szCs w:val="32"/>
        </w:rPr>
        <w:tab/>
      </w:r>
      <w:r w:rsidRPr="008273DD">
        <w:rPr>
          <w:sz w:val="32"/>
          <w:szCs w:val="32"/>
        </w:rPr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D05412" w:rsidRPr="005C626C" w:rsidRDefault="001C14B6" w:rsidP="00D05412">
      <w:pPr>
        <w:pStyle w:val="berschrift4"/>
        <w:rPr>
          <w:sz w:val="32"/>
          <w:szCs w:val="32"/>
        </w:rPr>
      </w:pPr>
      <w:r>
        <w:rPr>
          <w:sz w:val="32"/>
          <w:szCs w:val="32"/>
        </w:rPr>
        <w:t>Wahla</w:t>
      </w:r>
      <w:r w:rsidR="00D05412" w:rsidRPr="005C626C">
        <w:rPr>
          <w:sz w:val="32"/>
          <w:szCs w:val="32"/>
        </w:rPr>
        <w:t xml:space="preserve">ufgabe </w:t>
      </w:r>
      <w:r w:rsidR="003E518F">
        <w:rPr>
          <w:sz w:val="32"/>
          <w:szCs w:val="32"/>
        </w:rPr>
        <w:t>3a</w:t>
      </w:r>
    </w:p>
    <w:p w:rsidR="00A82E4E" w:rsidRPr="008817D1" w:rsidRDefault="001743E3" w:rsidP="003E518F">
      <w:pPr>
        <w:pStyle w:val="Linien"/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1050001</wp:posOffset>
                </wp:positionV>
                <wp:extent cx="6176272" cy="5381625"/>
                <wp:effectExtent l="0" t="19050" r="0" b="9525"/>
                <wp:wrapNone/>
                <wp:docPr id="299" name="Gruppieren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6272" cy="5381625"/>
                          <a:chOff x="0" y="0"/>
                          <a:chExt cx="6176272" cy="5381625"/>
                        </a:xfrm>
                      </wpg:grpSpPr>
                      <wpg:grpSp>
                        <wpg:cNvPr id="295" name="Gruppieren 295"/>
                        <wpg:cNvGrpSpPr/>
                        <wpg:grpSpPr>
                          <a:xfrm>
                            <a:off x="0" y="0"/>
                            <a:ext cx="6176272" cy="5381625"/>
                            <a:chOff x="0" y="0"/>
                            <a:chExt cx="6176272" cy="5381625"/>
                          </a:xfrm>
                        </wpg:grpSpPr>
                        <pic:pic xmlns:pic="http://schemas.openxmlformats.org/drawingml/2006/picture">
                          <pic:nvPicPr>
                            <pic:cNvPr id="213" name="Grafik 2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877560" cy="5381625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294" name="Gruppieren 294"/>
                          <wpg:cNvGrpSpPr/>
                          <wpg:grpSpPr>
                            <a:xfrm>
                              <a:off x="244291" y="182880"/>
                              <a:ext cx="5931981" cy="4970817"/>
                              <a:chOff x="-55429" y="0"/>
                              <a:chExt cx="5931981" cy="4970817"/>
                            </a:xfrm>
                          </wpg:grpSpPr>
                          <wps:wsp>
                            <wps:cNvPr id="217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477520" y="0"/>
                                <a:ext cx="1964055" cy="3892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F6016" w:rsidRPr="00DF6016" w:rsidRDefault="00DF6016" w:rsidP="00DF6016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DF6016">
                                    <w:rPr>
                                      <w:b/>
                                      <w:sz w:val="32"/>
                                      <w:szCs w:val="32"/>
                                    </w:rPr>
                                    <w:t>Temperatur in °C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g:grpSp>
                            <wpg:cNvPr id="290" name="Gruppieren 290"/>
                            <wpg:cNvGrpSpPr/>
                            <wpg:grpSpPr>
                              <a:xfrm>
                                <a:off x="71104" y="4500879"/>
                                <a:ext cx="5805448" cy="469938"/>
                                <a:chOff x="-16" y="-1"/>
                                <a:chExt cx="5805448" cy="469938"/>
                              </a:xfrm>
                            </wpg:grpSpPr>
                            <wps:wsp>
                              <wps:cNvPr id="20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41377" y="80682"/>
                                  <a:ext cx="1964055" cy="3892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DF6016" w:rsidRPr="00DF6016" w:rsidRDefault="00DF6016" w:rsidP="00DF6016">
                                    <w:pPr>
                                      <w:jc w:val="center"/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32"/>
                                        <w:szCs w:val="32"/>
                                      </w:rPr>
                                      <w:t>Zeit in Sekunden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g:grpSp>
                              <wpg:cNvPr id="288" name="Gruppieren 288"/>
                              <wpg:cNvGrpSpPr/>
                              <wpg:grpSpPr>
                                <a:xfrm>
                                  <a:off x="-16" y="-1"/>
                                  <a:ext cx="254000" cy="380077"/>
                                  <a:chOff x="-16" y="-1"/>
                                  <a:chExt cx="254000" cy="380077"/>
                                </a:xfrm>
                              </wpg:grpSpPr>
                              <wps:wsp>
                                <wps:cNvPr id="209" name="Rechteck 209"/>
                                <wps:cNvSpPr/>
                                <wps:spPr>
                                  <a:xfrm>
                                    <a:off x="94130" y="62753"/>
                                    <a:ext cx="152400" cy="17907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7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-16" y="-1"/>
                                    <a:ext cx="254000" cy="38007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DF6016" w:rsidRPr="00DF6016" w:rsidRDefault="00DF6016" w:rsidP="00DF6016">
                                      <w:pPr>
                                        <w:rPr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sz w:val="32"/>
                                          <w:szCs w:val="32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289" name="Gruppieren 289"/>
                              <wpg:cNvGrpSpPr/>
                              <wpg:grpSpPr>
                                <a:xfrm>
                                  <a:off x="614083" y="17929"/>
                                  <a:ext cx="3379470" cy="349624"/>
                                  <a:chOff x="0" y="-40335"/>
                                  <a:chExt cx="3379470" cy="349624"/>
                                </a:xfrm>
                              </wpg:grpSpPr>
                              <wps:wsp>
                                <wps:cNvPr id="214" name="Rechteck 214"/>
                                <wps:cNvSpPr/>
                                <wps:spPr>
                                  <a:xfrm>
                                    <a:off x="35858" y="0"/>
                                    <a:ext cx="3244850" cy="20129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206" name="Textfeld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-40335"/>
                                    <a:ext cx="3379470" cy="34962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DF6016" w:rsidRPr="00DF6016" w:rsidRDefault="00DF6016" w:rsidP="00DF6016">
                                      <w:pPr>
                                        <w:rPr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sz w:val="32"/>
                                          <w:szCs w:val="32"/>
                                        </w:rPr>
                                        <w:t>10</w:t>
                                      </w:r>
                                      <w:r>
                                        <w:rPr>
                                          <w:sz w:val="32"/>
                                          <w:szCs w:val="32"/>
                                        </w:rPr>
                                        <w:tab/>
                                        <w:t xml:space="preserve">   20</w:t>
                                      </w:r>
                                      <w:r>
                                        <w:rPr>
                                          <w:sz w:val="32"/>
                                          <w:szCs w:val="32"/>
                                        </w:rPr>
                                        <w:tab/>
                                        <w:t xml:space="preserve">     30      40</w:t>
                                      </w:r>
                                      <w:r>
                                        <w:rPr>
                                          <w:sz w:val="32"/>
                                          <w:szCs w:val="32"/>
                                        </w:rPr>
                                        <w:tab/>
                                        <w:t xml:space="preserve"> 50</w:t>
                                      </w:r>
                                      <w:r>
                                        <w:rPr>
                                          <w:sz w:val="32"/>
                                          <w:szCs w:val="32"/>
                                        </w:rPr>
                                        <w:tab/>
                                        <w:t xml:space="preserve"> </w:t>
                                      </w:r>
                                      <w:r w:rsidRPr="00DF6016">
                                        <w:rPr>
                                          <w:szCs w:val="24"/>
                                        </w:rPr>
                                        <w:t xml:space="preserve">   </w:t>
                                      </w:r>
                                      <w:r>
                                        <w:rPr>
                                          <w:sz w:val="32"/>
                                          <w:szCs w:val="32"/>
                                        </w:rPr>
                                        <w:t>60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</wpg:grpSp>
                          <wpg:grpSp>
                            <wpg:cNvPr id="293" name="Gruppieren 293"/>
                            <wpg:cNvGrpSpPr/>
                            <wpg:grpSpPr>
                              <a:xfrm>
                                <a:off x="-55429" y="135774"/>
                                <a:ext cx="509270" cy="4100946"/>
                                <a:chOff x="-85909" y="13854"/>
                                <a:chExt cx="509270" cy="4100946"/>
                              </a:xfrm>
                            </wpg:grpSpPr>
                            <wps:wsp>
                              <wps:cNvPr id="291" name="Rechteck 291"/>
                              <wps:cNvSpPr/>
                              <wps:spPr>
                                <a:xfrm>
                                  <a:off x="0" y="284480"/>
                                  <a:ext cx="250825" cy="36976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2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85909" y="13854"/>
                                  <a:ext cx="509270" cy="41009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743E3" w:rsidRPr="007B287A" w:rsidRDefault="001743E3" w:rsidP="001743E3">
                                    <w:pPr>
                                      <w:spacing w:line="780" w:lineRule="exac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B287A">
                                      <w:rPr>
                                        <w:sz w:val="32"/>
                                        <w:szCs w:val="32"/>
                                      </w:rPr>
                                      <w:t>70</w:t>
                                    </w:r>
                                  </w:p>
                                  <w:p w:rsidR="001743E3" w:rsidRPr="007B287A" w:rsidRDefault="001743E3" w:rsidP="001743E3">
                                    <w:pPr>
                                      <w:spacing w:line="780" w:lineRule="exac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B287A">
                                      <w:rPr>
                                        <w:sz w:val="32"/>
                                        <w:szCs w:val="32"/>
                                      </w:rPr>
                                      <w:t>60</w:t>
                                    </w:r>
                                  </w:p>
                                  <w:p w:rsidR="001743E3" w:rsidRPr="007B287A" w:rsidRDefault="001743E3" w:rsidP="001743E3">
                                    <w:pPr>
                                      <w:spacing w:line="780" w:lineRule="exac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B287A">
                                      <w:rPr>
                                        <w:sz w:val="32"/>
                                        <w:szCs w:val="32"/>
                                      </w:rPr>
                                      <w:t>50</w:t>
                                    </w:r>
                                  </w:p>
                                  <w:p w:rsidR="001743E3" w:rsidRPr="007B287A" w:rsidRDefault="001743E3" w:rsidP="001743E3">
                                    <w:pPr>
                                      <w:spacing w:line="780" w:lineRule="exac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B287A">
                                      <w:rPr>
                                        <w:sz w:val="32"/>
                                        <w:szCs w:val="32"/>
                                      </w:rPr>
                                      <w:t>40</w:t>
                                    </w:r>
                                  </w:p>
                                  <w:p w:rsidR="001743E3" w:rsidRPr="007B287A" w:rsidRDefault="001743E3" w:rsidP="001743E3">
                                    <w:pPr>
                                      <w:spacing w:line="780" w:lineRule="exac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B287A">
                                      <w:rPr>
                                        <w:sz w:val="32"/>
                                        <w:szCs w:val="32"/>
                                      </w:rPr>
                                      <w:t>30</w:t>
                                    </w:r>
                                  </w:p>
                                  <w:p w:rsidR="001743E3" w:rsidRPr="007B287A" w:rsidRDefault="001743E3" w:rsidP="001743E3">
                                    <w:pPr>
                                      <w:spacing w:line="780" w:lineRule="exac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B287A">
                                      <w:rPr>
                                        <w:sz w:val="32"/>
                                        <w:szCs w:val="32"/>
                                      </w:rPr>
                                      <w:t>20</w:t>
                                    </w:r>
                                  </w:p>
                                  <w:p w:rsidR="001743E3" w:rsidRPr="007B287A" w:rsidRDefault="001743E3" w:rsidP="001743E3">
                                    <w:pPr>
                                      <w:spacing w:line="780" w:lineRule="exact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7B287A">
                                      <w:rPr>
                                        <w:sz w:val="32"/>
                                        <w:szCs w:val="32"/>
                                      </w:rPr>
                                      <w:t>10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296" name="Gerade Verbindung mit Pfeil 296"/>
                        <wps:cNvCnPr/>
                        <wps:spPr>
                          <a:xfrm flipV="1">
                            <a:off x="649941" y="147917"/>
                            <a:ext cx="4445" cy="5109845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8" name="Gerade Verbindung mit Pfeil 298"/>
                        <wps:cNvCnPr/>
                        <wps:spPr>
                          <a:xfrm>
                            <a:off x="80682" y="4693023"/>
                            <a:ext cx="5697071" cy="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99" o:spid="_x0000_s1026" style="position:absolute;margin-left:1.15pt;margin-top:82.7pt;width:486.3pt;height:423.75pt;z-index:251676672" coordsize="61762,538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">
                <v:group id="Gruppieren 295" o:spid="_x0000_s1027" style="position:absolute;width:61762;height:53816" coordsize="61762,538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M0/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cYnmfCEZCLBwAAAP//AwBQSwECLQAUAAYACAAAACEA2+H2y+4AAACFAQAAEwAAAAAAAAAA&#10;AAAAAAAAAAAAW0NvbnRlbnRfVHlwZXNdLnhtbFBLAQItABQABgAIAAAAIQBa9CxbvwAAABUBAAAL&#10;AAAAAAAAAAAAAAAAAB8BAABfcmVscy8ucmVsc1BLAQItABQABgAIAAAAIQBonM0/xQAAANwAAAAP&#10;AAAAAAAAAAAAAAAAAAcCAABkcnMvZG93bnJldi54bWxQSwUGAAAAAAMAAwC3AAAA+Q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213" o:spid="_x0000_s1028" type="#_x0000_t75" style="position:absolute;width:58775;height:538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">
                    <v:imagedata r:id="rId6" o:title=""/>
                    <v:path arrowok="t"/>
                  </v:shape>
                  <v:group id="Gruppieren 294" o:spid="_x0000_s1029" style="position:absolute;left:2442;top:1828;width:59320;height:49708" coordorigin="-554" coordsize="59319,49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30" type="#_x0000_t202" style="position:absolute;left:4775;width:19640;height:38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    <v:textbox>
                        <w:txbxContent>
                          <w:p w:rsidR="00DF6016" w:rsidRPr="00DF6016" w:rsidRDefault="00DF6016" w:rsidP="00DF601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DF6016">
                              <w:rPr>
                                <w:b/>
                                <w:sz w:val="32"/>
                                <w:szCs w:val="32"/>
                              </w:rPr>
                              <w:t>Temperatur in °C</w:t>
                            </w:r>
                          </w:p>
                        </w:txbxContent>
                      </v:textbox>
                    </v:shape>
                    <v:group id="Gruppieren 290" o:spid="_x0000_s1031" style="position:absolute;left:711;top:45008;width:58054;height:4700" coordorigin="" coordsize="58054,4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    <v:shape id="Textfeld 2" o:spid="_x0000_s1032" type="#_x0000_t202" style="position:absolute;left:38413;top:806;width:19641;height:3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" stroked="f">
                        <v:textbox>
                          <w:txbxContent>
                            <w:p w:rsidR="00DF6016" w:rsidRPr="00DF6016" w:rsidRDefault="00DF6016" w:rsidP="00DF6016">
                              <w:pPr>
                                <w:jc w:val="center"/>
                                <w:rPr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b/>
                                  <w:sz w:val="32"/>
                                  <w:szCs w:val="32"/>
                                </w:rPr>
                                <w:t>Zeit in Sekunden</w:t>
                              </w:r>
                            </w:p>
                          </w:txbxContent>
                        </v:textbox>
                      </v:shape>
                      <v:group id="Gruppieren 288" o:spid="_x0000_s1033" style="position:absolute;width:2539;height:3800" coordorigin="-16,-1" coordsize="254000,380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      <v:rect id="Rechteck 209" o:spid="_x0000_s1034" style="position:absolute;left:94130;top:62753;width:152400;height:179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" fillcolor="white [3212]" stroked="f" strokeweight="2pt"/>
                        <v:shape id="Textfeld 2" o:spid="_x0000_s1035" type="#_x0000_t202" style="position:absolute;left:-16;top:-1;width:254000;height:3800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OboxAAAANw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oZ7h70w8AjL7BQAA//8DAFBLAQItABQABgAIAAAAIQDb4fbL7gAAAIUBAAATAAAAAAAAAAAA&#10;AAAAAAAAAABbQ29udGVudF9UeXBlc10ueG1sUEsBAi0AFAAGAAgAAAAhAFr0LFu/AAAAFQEAAAsA&#10;AAAAAAAAAAAAAAAAHwEAAF9yZWxzLy5yZWxzUEsBAi0AFAAGAAgAAAAhALic5ujEAAAA3AAAAA8A&#10;AAAAAAAAAAAAAAAABwIAAGRycy9kb3ducmV2LnhtbFBLBQYAAAAAAwADALcAAAD4AgAAAAA=&#10;" filled="f" stroked="f">
                          <v:textbox>
                            <w:txbxContent>
                              <w:p w:rsidR="00DF6016" w:rsidRPr="00DF6016" w:rsidRDefault="00DF6016" w:rsidP="00DF6016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</v:group>
                      <v:group id="Gruppieren 289" o:spid="_x0000_s1036" style="position:absolute;left:6140;top:179;width:33795;height:3496" coordorigin=",-403" coordsize="33794,3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">
                        <v:rect id="Rechteck 214" o:spid="_x0000_s1037" style="position:absolute;left:358;width:32449;height:201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" fillcolor="white [3212]" stroked="f" strokeweight="2pt"/>
                        <v:shape id="Textfeld 2" o:spid="_x0000_s1038" type="#_x0000_t202" style="position:absolute;top:-403;width:33794;height:34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        <v:textbox>
                            <w:txbxContent>
                              <w:p w:rsidR="00DF6016" w:rsidRPr="00DF6016" w:rsidRDefault="00DF6016" w:rsidP="00DF6016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10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ab/>
                                  <w:t xml:space="preserve">   20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ab/>
                                  <w:t xml:space="preserve">     30      40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ab/>
                                  <w:t xml:space="preserve"> 50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ab/>
                                  <w:t xml:space="preserve"> </w:t>
                                </w:r>
                                <w:r w:rsidRPr="00DF6016">
                                  <w:rPr>
                                    <w:szCs w:val="24"/>
                                  </w:rPr>
                                  <w:t xml:space="preserve">   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>60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  <v:group id="Gruppieren 293" o:spid="_x0000_s1039" style="position:absolute;left:-554;top:1357;width:5092;height:41010" coordorigin="-859,138" coordsize="5092,41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">
                      <v:rect id="Rechteck 291" o:spid="_x0000_s1040" style="position:absolute;top:2844;width:2508;height:369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" fillcolor="white [3212]" stroked="f" strokeweight="2pt"/>
                      <v:shape id="Textfeld 2" o:spid="_x0000_s1041" type="#_x0000_t202" style="position:absolute;left:-859;top:138;width:5092;height:410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dD3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dJnC35l4BGT+CwAA//8DAFBLAQItABQABgAIAAAAIQDb4fbL7gAAAIUBAAATAAAAAAAAAAAA&#10;AAAAAAAAAABbQ29udGVudF9UeXBlc10ueG1sUEsBAi0AFAAGAAgAAAAhAFr0LFu/AAAAFQEAAAsA&#10;AAAAAAAAAAAAAAAAHwEAAF9yZWxzLy5yZWxzUEsBAi0AFAAGAAgAAAAhAEDh0PfEAAAA3AAAAA8A&#10;AAAAAAAAAAAAAAAABwIAAGRycy9kb3ducmV2LnhtbFBLBQYAAAAAAwADALcAAAD4AgAAAAA=&#10;" filled="f" stroked="f">
                        <v:textbox>
                          <w:txbxContent>
                            <w:p w:rsidR="001743E3" w:rsidRPr="007B287A" w:rsidRDefault="001743E3" w:rsidP="001743E3">
                              <w:pPr>
                                <w:spacing w:line="780" w:lineRule="exac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B287A">
                                <w:rPr>
                                  <w:sz w:val="32"/>
                                  <w:szCs w:val="32"/>
                                </w:rPr>
                                <w:t>70</w:t>
                              </w:r>
                            </w:p>
                            <w:p w:rsidR="001743E3" w:rsidRPr="007B287A" w:rsidRDefault="001743E3" w:rsidP="001743E3">
                              <w:pPr>
                                <w:spacing w:line="780" w:lineRule="exac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B287A">
                                <w:rPr>
                                  <w:sz w:val="32"/>
                                  <w:szCs w:val="32"/>
                                </w:rPr>
                                <w:t>60</w:t>
                              </w:r>
                            </w:p>
                            <w:p w:rsidR="001743E3" w:rsidRPr="007B287A" w:rsidRDefault="001743E3" w:rsidP="001743E3">
                              <w:pPr>
                                <w:spacing w:line="780" w:lineRule="exac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B287A">
                                <w:rPr>
                                  <w:sz w:val="32"/>
                                  <w:szCs w:val="32"/>
                                </w:rPr>
                                <w:t>50</w:t>
                              </w:r>
                            </w:p>
                            <w:p w:rsidR="001743E3" w:rsidRPr="007B287A" w:rsidRDefault="001743E3" w:rsidP="001743E3">
                              <w:pPr>
                                <w:spacing w:line="780" w:lineRule="exac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B287A">
                                <w:rPr>
                                  <w:sz w:val="32"/>
                                  <w:szCs w:val="32"/>
                                </w:rPr>
                                <w:t>40</w:t>
                              </w:r>
                            </w:p>
                            <w:p w:rsidR="001743E3" w:rsidRPr="007B287A" w:rsidRDefault="001743E3" w:rsidP="001743E3">
                              <w:pPr>
                                <w:spacing w:line="780" w:lineRule="exac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B287A">
                                <w:rPr>
                                  <w:sz w:val="32"/>
                                  <w:szCs w:val="32"/>
                                </w:rPr>
                                <w:t>30</w:t>
                              </w:r>
                            </w:p>
                            <w:p w:rsidR="001743E3" w:rsidRPr="007B287A" w:rsidRDefault="001743E3" w:rsidP="001743E3">
                              <w:pPr>
                                <w:spacing w:line="780" w:lineRule="exac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B287A">
                                <w:rPr>
                                  <w:sz w:val="32"/>
                                  <w:szCs w:val="32"/>
                                </w:rPr>
                                <w:t>20</w:t>
                              </w:r>
                            </w:p>
                            <w:p w:rsidR="001743E3" w:rsidRPr="007B287A" w:rsidRDefault="001743E3" w:rsidP="001743E3">
                              <w:pPr>
                                <w:spacing w:line="780" w:lineRule="exact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B287A">
                                <w:rPr>
                                  <w:sz w:val="32"/>
                                  <w:szCs w:val="32"/>
                                </w:rPr>
                                <w:t>10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296" o:spid="_x0000_s1042" type="#_x0000_t32" style="position:absolute;left:6499;top:1479;width:44;height:5109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" strokecolor="red" strokeweight="4.5pt">
                  <v:stroke endarrow="block"/>
                </v:shape>
                <v:shape id="Gerade Verbindung mit Pfeil 298" o:spid="_x0000_s1043" type="#_x0000_t32" style="position:absolute;left:806;top:46930;width:5697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" strokecolor="red" strokeweight="4.5pt">
                  <v:stroke endarrow="block"/>
                </v:shape>
              </v:group>
            </w:pict>
          </mc:Fallback>
        </mc:AlternateContent>
      </w:r>
      <w:r w:rsidR="003E518F" w:rsidRPr="003E518F">
        <w:rPr>
          <w:sz w:val="32"/>
          <w:szCs w:val="32"/>
        </w:rPr>
        <w:t xml:space="preserve">Max erwärmt Wasser und misst in regelmäßigen Abständen die </w:t>
      </w:r>
      <w:bookmarkStart w:id="0" w:name="_GoBack"/>
      <w:r w:rsidR="003E518F" w:rsidRPr="003E518F">
        <w:rPr>
          <w:sz w:val="32"/>
          <w:szCs w:val="32"/>
        </w:rPr>
        <w:t>Temperatur.</w:t>
      </w:r>
      <w:bookmarkEnd w:id="0"/>
    </w:p>
    <w:sectPr w:rsidR="00A82E4E" w:rsidRPr="008817D1" w:rsidSect="008817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1743E3"/>
    <w:rsid w:val="00176308"/>
    <w:rsid w:val="001C14B6"/>
    <w:rsid w:val="001D34C5"/>
    <w:rsid w:val="00232126"/>
    <w:rsid w:val="002632C1"/>
    <w:rsid w:val="002660FD"/>
    <w:rsid w:val="002A1F46"/>
    <w:rsid w:val="002E772D"/>
    <w:rsid w:val="00316AD7"/>
    <w:rsid w:val="0032295B"/>
    <w:rsid w:val="003B450E"/>
    <w:rsid w:val="003C0764"/>
    <w:rsid w:val="003E518F"/>
    <w:rsid w:val="003F2BF5"/>
    <w:rsid w:val="00472AE3"/>
    <w:rsid w:val="00473347"/>
    <w:rsid w:val="00480331"/>
    <w:rsid w:val="004B595C"/>
    <w:rsid w:val="004E1C51"/>
    <w:rsid w:val="00573373"/>
    <w:rsid w:val="005909D9"/>
    <w:rsid w:val="005B577B"/>
    <w:rsid w:val="005C2A45"/>
    <w:rsid w:val="005C626C"/>
    <w:rsid w:val="00640C79"/>
    <w:rsid w:val="006C2C59"/>
    <w:rsid w:val="00717841"/>
    <w:rsid w:val="00740FA2"/>
    <w:rsid w:val="0076208F"/>
    <w:rsid w:val="00774E83"/>
    <w:rsid w:val="007755E4"/>
    <w:rsid w:val="007B287A"/>
    <w:rsid w:val="007D169D"/>
    <w:rsid w:val="007F64DE"/>
    <w:rsid w:val="00853093"/>
    <w:rsid w:val="0085387E"/>
    <w:rsid w:val="008817D1"/>
    <w:rsid w:val="008F0942"/>
    <w:rsid w:val="008F2736"/>
    <w:rsid w:val="008F32B4"/>
    <w:rsid w:val="008F63FB"/>
    <w:rsid w:val="008F6579"/>
    <w:rsid w:val="00910897"/>
    <w:rsid w:val="009176D4"/>
    <w:rsid w:val="00942513"/>
    <w:rsid w:val="00943F68"/>
    <w:rsid w:val="009533D1"/>
    <w:rsid w:val="009B2651"/>
    <w:rsid w:val="009E5CE2"/>
    <w:rsid w:val="009E6FA1"/>
    <w:rsid w:val="00A0791F"/>
    <w:rsid w:val="00A138F4"/>
    <w:rsid w:val="00A27E56"/>
    <w:rsid w:val="00A43AD1"/>
    <w:rsid w:val="00A467B1"/>
    <w:rsid w:val="00A57D50"/>
    <w:rsid w:val="00A82E4E"/>
    <w:rsid w:val="00AB037B"/>
    <w:rsid w:val="00B17B36"/>
    <w:rsid w:val="00B42B92"/>
    <w:rsid w:val="00B55E44"/>
    <w:rsid w:val="00BA0894"/>
    <w:rsid w:val="00BB5399"/>
    <w:rsid w:val="00BF5D39"/>
    <w:rsid w:val="00C11AFC"/>
    <w:rsid w:val="00C960E9"/>
    <w:rsid w:val="00CE6518"/>
    <w:rsid w:val="00D05412"/>
    <w:rsid w:val="00D05D01"/>
    <w:rsid w:val="00D36975"/>
    <w:rsid w:val="00D41991"/>
    <w:rsid w:val="00DC6D28"/>
    <w:rsid w:val="00DF6016"/>
    <w:rsid w:val="00E1105B"/>
    <w:rsid w:val="00E13961"/>
    <w:rsid w:val="00E67B7D"/>
    <w:rsid w:val="00F478E1"/>
    <w:rsid w:val="00F726E4"/>
    <w:rsid w:val="00F9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5E563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F7A3D-DF13-4674-BFD5-5505AFB72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19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</cp:revision>
  <dcterms:created xsi:type="dcterms:W3CDTF">2022-04-14T07:53:00Z</dcterms:created>
  <dcterms:modified xsi:type="dcterms:W3CDTF">2022-04-14T08:05:00Z</dcterms:modified>
</cp:coreProperties>
</file>